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g" ContentType="image/jp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2026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Gr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EL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GP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Fr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wor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Un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8"/>
          <w:szCs w:val="2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Titl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e: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nown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Grade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Lev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el: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41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mate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6-7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weeks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verv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0" w:right="46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app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endo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chas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/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sons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anda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ocused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ugges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-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sequence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adual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ndependen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ng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spe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anguag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anda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eache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/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ock.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ete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9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0" w:lineRule="auto"/>
        <w:ind w:left="100" w:right="117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,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choos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onopo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opo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pos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0" w:right="288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pro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ona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udg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roo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NumType w:start="1"/>
          <w:pgMar w:header="720" w:footer="1692" w:top="2360" w:bottom="1880" w:left="1340" w:right="136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/>
        <w:pict>
          <v:group style="position:absolute;margin-left:71.5pt;margin-top:162.699997pt;width:469pt;height:53.32pt;mso-position-horizontal-relative:page;mso-position-vertical-relative:page;z-index:-1209" coordorigin="1430,3254" coordsize="9380,1066">
            <v:group style="position:absolute;left:1440;top:3264;width:9360;height:254" coordorigin="1440,3264" coordsize="9360,254">
              <v:shape style="position:absolute;left:1440;top:3264;width:9360;height:254" coordorigin="1440,3264" coordsize="9360,254" path="m1440,3518l10800,3518,10800,3264,1440,3264,1440,3518e" filled="t" fillcolor="#D9D9D9" stroked="f">
                <v:path arrowok="t"/>
                <v:fill/>
              </v:shape>
            </v:group>
            <v:group style="position:absolute;left:1440;top:3518;width:9360;height:264" coordorigin="1440,3518" coordsize="9360,264">
              <v:shape style="position:absolute;left:1440;top:3518;width:9360;height:264" coordorigin="1440,3518" coordsize="9360,264" path="m1440,3782l10800,3782,10800,3518,1440,3518,1440,3782e" filled="t" fillcolor="#D9D9D9" stroked="f">
                <v:path arrowok="t"/>
                <v:fill/>
              </v:shape>
            </v:group>
            <v:group style="position:absolute;left:1440;top:3782;width:9360;height:264" coordorigin="1440,3782" coordsize="9360,264">
              <v:shape style="position:absolute;left:1440;top:3782;width:9360;height:264" coordorigin="1440,3782" coordsize="9360,264" path="m1440,4046l10800,4046,10800,3782,1440,3782,1440,4046e" filled="t" fillcolor="#D9D9D9" stroked="f">
                <v:path arrowok="t"/>
                <v:fill/>
              </v:shape>
            </v:group>
            <v:group style="position:absolute;left:1440;top:4046;width:9360;height:264" coordorigin="1440,4046" coordsize="9360,264">
              <v:shape style="position:absolute;left:1440;top:4046;width:9360;height:264" coordorigin="1440,4046" coordsize="9360,264" path="m1440,4310l10800,4310,10800,4046,1440,4046,1440,4310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1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056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---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---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40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---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40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---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45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---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940" w:right="366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86" w:lineRule="auto"/>
        <w:ind w:left="940" w:right="415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abou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ss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1" w:lineRule="auto"/>
        <w:ind w:left="940" w:right="209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940" w:right="305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nuance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nde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eek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nce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2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5.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220" w:right="1220"/>
          <w:headerReference w:type="default" r:id="rId9"/>
          <w:pgSz w:w="12240" w:h="15840"/>
        </w:sectPr>
      </w:pPr>
      <w:rPr/>
    </w:p>
    <w:p>
      <w:pPr>
        <w:spacing w:before="44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1" w:lineRule="auto"/>
        <w:ind w:left="820" w:right="6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hype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1" w:lineRule="auto"/>
        <w:ind w:left="820" w:right="42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340" w:right="1700"/>
          <w:pgSz w:w="12240" w:h="15840"/>
        </w:sectPr>
      </w:pPr>
      <w:rPr/>
    </w:p>
    <w:p>
      <w:pPr>
        <w:spacing w:before="44" w:after="0" w:line="287" w:lineRule="auto"/>
        <w:ind w:left="625" w:right="428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0.540009pt;margin-top:490.059998pt;width:109.96pt;height:35.55999pt;mso-position-horizontal-relative:page;mso-position-vertical-relative:page;z-index:-1207" coordorigin="8611,9801" coordsize="2199,711">
            <v:group style="position:absolute;left:8621;top:9811;width:2179;height:230" coordorigin="8621,9811" coordsize="2179,230">
              <v:shape style="position:absolute;left:8621;top:9811;width:2179;height:230" coordorigin="8621,9811" coordsize="2179,230" path="m8621,10042l10800,10042,10800,9811,8621,9811,8621,10042e" filled="t" fillcolor="#99CC00" stroked="f">
                <v:path arrowok="t"/>
                <v:fill/>
              </v:shape>
            </v:group>
            <v:group style="position:absolute;left:8621;top:10042;width:2179;height:230" coordorigin="8621,10042" coordsize="2179,230">
              <v:shape style="position:absolute;left:8621;top:10042;width:2179;height:230" coordorigin="8621,10042" coordsize="2179,230" path="m8621,10272l10800,10272,10800,10042,8621,10042,8621,10272e" filled="t" fillcolor="#99CC00" stroked="f">
                <v:path arrowok="t"/>
                <v:fill/>
              </v:shape>
            </v:group>
            <v:group style="position:absolute;left:8621;top:10272;width:2179;height:230" coordorigin="8621,10272" coordsize="2179,230">
              <v:shape style="position:absolute;left:8621;top:10272;width:2179;height:230" coordorigin="8621,10272" coordsize="2179,230" path="m8621,10502l10800,10502,10800,10272,8621,10272,8621,10502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w w:val="102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highlight w:val="yellow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ill</w:t>
      </w:r>
      <w:r>
        <w:rPr>
          <w:rFonts w:ascii="Arial" w:hAnsi="Arial" w:cs="Arial" w:eastAsia="Arial"/>
          <w:sz w:val="21"/>
          <w:szCs w:val="21"/>
          <w:highlight w:val="yellow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A:</w:t>
      </w:r>
      <w:r>
        <w:rPr>
          <w:rFonts w:ascii="Arial" w:hAnsi="Arial" w:cs="Arial" w:eastAsia="Arial"/>
          <w:sz w:val="21"/>
          <w:szCs w:val="21"/>
          <w:highlight w:val="yellow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’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highlight w:val="yellow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B:</w:t>
      </w:r>
      <w:r>
        <w:rPr>
          <w:rFonts w:ascii="Arial" w:hAnsi="Arial" w:cs="Arial" w:eastAsia="Arial"/>
          <w:sz w:val="21"/>
          <w:szCs w:val="21"/>
          <w:highlight w:val="yellow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C:</w:t>
      </w:r>
      <w:r>
        <w:rPr>
          <w:rFonts w:ascii="Arial" w:hAnsi="Arial" w:cs="Arial" w:eastAsia="Arial"/>
          <w:sz w:val="21"/>
          <w:szCs w:val="21"/>
          <w:highlight w:val="yellow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highlight w:val="yellow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D:</w:t>
      </w:r>
      <w:r>
        <w:rPr>
          <w:rFonts w:ascii="Arial" w:hAnsi="Arial" w:cs="Arial" w:eastAsia="Arial"/>
          <w:sz w:val="21"/>
          <w:szCs w:val="21"/>
          <w:highlight w:val="yellow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Q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y.</w:t>
      </w:r>
      <w:r>
        <w:rPr>
          <w:rFonts w:ascii="Arial" w:hAnsi="Arial" w:cs="Arial" w:eastAsia="Arial"/>
          <w:sz w:val="21"/>
          <w:szCs w:val="21"/>
          <w:highlight w:val="yellow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ou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no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be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ud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or</w:t>
      </w:r>
      <w:r>
        <w:rPr>
          <w:rFonts w:ascii="Arial" w:hAnsi="Arial" w:cs="Arial" w:eastAsia="Arial"/>
          <w:sz w:val="21"/>
          <w:szCs w:val="21"/>
          <w:highlight w:val="yellow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one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in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ily</w:t>
      </w:r>
      <w:r>
        <w:rPr>
          <w:rFonts w:ascii="Arial" w:hAnsi="Arial" w:cs="Arial" w:eastAsia="Arial"/>
          <w:sz w:val="21"/>
          <w:szCs w:val="21"/>
          <w:highlight w:val="yellow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ou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be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288" w:lineRule="auto"/>
        <w:ind w:left="625" w:right="22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w w:val="102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assess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to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1"/>
          <w:szCs w:val="21"/>
          <w:highlight w:val="yellow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t.</w:t>
      </w:r>
      <w:r>
        <w:rPr>
          <w:rFonts w:ascii="Arial" w:hAnsi="Arial" w:cs="Arial" w:eastAsia="Arial"/>
          <w:sz w:val="21"/>
          <w:szCs w:val="21"/>
          <w:highlight w:val="yellow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1"/>
          <w:szCs w:val="21"/>
          <w:highlight w:val="yellow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to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highlight w:val="yellow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highlight w:val="yellow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to</w:t>
      </w:r>
      <w:r>
        <w:rPr>
          <w:rFonts w:ascii="Arial" w:hAnsi="Arial" w:cs="Arial" w:eastAsia="Arial"/>
          <w:sz w:val="21"/>
          <w:szCs w:val="21"/>
          <w:highlight w:val="yellow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highlight w:val="yellow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highlight w:val="yellow"/>
          <w:spacing w:val="4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highlight w:val="yellow"/>
          <w:spacing w:val="2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highlight w:val="yellow"/>
          <w:spacing w:val="1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highlight w:val="yellow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1.5pt;margin-top:82.99588pt;width:469pt;height:101.08pt;mso-position-horizontal-relative:page;mso-position-vertical-relative:paragraph;z-index:-1208" coordorigin="1430,1660" coordsize="9380,2022">
            <v:group style="position:absolute;left:1440;top:1670;width:9360;height:250" coordorigin="1440,1670" coordsize="9360,250">
              <v:shape style="position:absolute;left:1440;top:1670;width:9360;height:250" coordorigin="1440,1670" coordsize="9360,250" path="m1440,1920l10800,1920,10800,1670,1440,1670,1440,1920e" filled="t" fillcolor="#D9D9D9" stroked="f">
                <v:path arrowok="t"/>
                <v:fill/>
              </v:shape>
            </v:group>
            <v:group style="position:absolute;left:1440;top:1920;width:9360;height:245" coordorigin="1440,1920" coordsize="9360,245">
              <v:shape style="position:absolute;left:1440;top:1920;width:9360;height:245" coordorigin="1440,1920" coordsize="9360,245" path="m1440,2164l10800,2164,10800,1920,1440,1920,1440,2164e" filled="t" fillcolor="#D9D9D9" stroked="f">
                <v:path arrowok="t"/>
                <v:fill/>
              </v:shape>
            </v:group>
            <v:group style="position:absolute;left:1440;top:2164;width:9360;height:245" coordorigin="1440,2164" coordsize="9360,245">
              <v:shape style="position:absolute;left:1440;top:2164;width:9360;height:245" coordorigin="1440,2164" coordsize="9360,245" path="m1440,2409l10800,2409,10800,2164,1440,2164,1440,2409e" filled="t" fillcolor="#D9D9D9" stroked="f">
                <v:path arrowok="t"/>
                <v:fill/>
              </v:shape>
            </v:group>
            <v:group style="position:absolute;left:1440;top:2409;width:9360;height:245" coordorigin="1440,2409" coordsize="9360,245">
              <v:shape style="position:absolute;left:1440;top:2409;width:9360;height:245" coordorigin="1440,2409" coordsize="9360,245" path="m1440,2654l10800,2654,10800,2409,1440,2409,1440,2654e" filled="t" fillcolor="#D9D9D9" stroked="f">
                <v:path arrowok="t"/>
                <v:fill/>
              </v:shape>
            </v:group>
            <v:group style="position:absolute;left:1440;top:2654;width:9360;height:240" coordorigin="1440,2654" coordsize="9360,240">
              <v:shape style="position:absolute;left:1440;top:2654;width:9360;height:240" coordorigin="1440,2654" coordsize="9360,240" path="m1440,2894l10800,2894,10800,2654,1440,2654,1440,2894e" filled="t" fillcolor="#D9D9D9" stroked="f">
                <v:path arrowok="t"/>
                <v:fill/>
              </v:shape>
            </v:group>
            <v:group style="position:absolute;left:1440;top:2894;width:9360;height:245" coordorigin="1440,2894" coordsize="9360,245">
              <v:shape style="position:absolute;left:1440;top:2894;width:9360;height:245" coordorigin="1440,2894" coordsize="9360,245" path="m1440,3139l10800,3139,10800,2894,1440,2894,1440,3139e" filled="t" fillcolor="#D9D9D9" stroked="f">
                <v:path arrowok="t"/>
                <v:fill/>
              </v:shape>
            </v:group>
            <v:group style="position:absolute;left:1440;top:3139;width:9360;height:264" coordorigin="1440,3139" coordsize="9360,264">
              <v:shape style="position:absolute;left:1440;top:3139;width:9360;height:264" coordorigin="1440,3139" coordsize="9360,264" path="m1440,3403l10800,3403,10800,3139,1440,3139,1440,3403e" filled="t" fillcolor="#D9D9D9" stroked="f">
                <v:path arrowok="t"/>
                <v:fill/>
              </v:shape>
            </v:group>
            <v:group style="position:absolute;left:1440;top:3403;width:9360;height:269" coordorigin="1440,3403" coordsize="9360,269">
              <v:shape style="position:absolute;left:1440;top:3403;width:9360;height:269" coordorigin="1440,3403" coordsize="9360,269" path="m1440,3672l10800,3672,10800,3403,1440,3403,1440,3672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GGESTIO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4"/>
          <w:szCs w:val="24"/>
          <w:color w:val="FF000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ff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res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rce</w:t>
      </w:r>
      <w:r>
        <w:rPr>
          <w:rFonts w:ascii="Arial" w:hAnsi="Arial" w:cs="Arial" w:eastAsia="Arial"/>
          <w:sz w:val="24"/>
          <w:szCs w:val="24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acket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eac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tud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easy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eme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nt.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2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8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01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ona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cha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ngs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even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19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28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n)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1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20" w:footer="1692" w:top="2360" w:bottom="1900" w:left="1220" w:right="1220"/>
          <w:pgSz w:w="12240" w:h="15840"/>
        </w:sectPr>
      </w:pPr>
      <w:rPr/>
    </w:p>
    <w:p>
      <w:pPr>
        <w:spacing w:before="44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89" w:lineRule="auto"/>
        <w:ind w:left="820" w:right="5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0"/>
          <w:w w:val="102"/>
        </w:rPr>
      </w:r>
      <w:hyperlink r:id="rId10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ho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as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eac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he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on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bu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no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n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j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u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58"/>
            <w:w w:val="101"/>
          </w:rPr>
          <w:t> </w:t>
        </w:r>
      </w:hyperlink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3"/>
          <w:w w:val="100"/>
        </w:rPr>
        <w:t> </w:t>
      </w:r>
      <w:hyperlink r:id="rId11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ny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adh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  <w:u w:val="single" w:color="0000FF"/>
          </w:rPr>
          <w:t>j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</w:rPr>
          <w:t> </w:t>
        </w:r>
      </w:hyperlink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color w:val="000000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ona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udg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shou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deo)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phan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ng.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62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boo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boo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cove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2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book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Lesso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onopo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9" w:lineRule="auto"/>
        <w:ind w:left="820" w:right="38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syn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ny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Loca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2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25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and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85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340" w:right="1400"/>
          <w:pgSz w:w="12240" w:h="15840"/>
        </w:sectPr>
      </w:pPr>
      <w:rPr/>
    </w:p>
    <w:p>
      <w:pPr>
        <w:spacing w:before="58" w:after="0" w:line="289" w:lineRule="auto"/>
        <w:ind w:left="820" w:right="5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Ta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91" w:lineRule="auto"/>
        <w:ind w:left="820" w:right="44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5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ophone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41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ophone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820" w:right="8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J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89" w:lineRule="auto"/>
        <w:ind w:left="100" w:right="206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oughou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ear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340" w:right="1420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/>
        <w:pict>
          <v:group style="position:absolute;margin-left:71.5pt;margin-top:162.699997pt;width:469pt;height:90.52pt;mso-position-horizontal-relative:page;mso-position-vertical-relative:page;z-index:-1206" coordorigin="1430,3254" coordsize="9380,1810">
            <v:group style="position:absolute;left:1440;top:3264;width:9360;height:254" coordorigin="1440,3264" coordsize="9360,254">
              <v:shape style="position:absolute;left:1440;top:3264;width:9360;height:254" coordorigin="1440,3264" coordsize="9360,254" path="m1440,3518l10800,3518,10800,3264,1440,3264,1440,3518e" filled="t" fillcolor="#D9D9D9" stroked="f">
                <v:path arrowok="t"/>
                <v:fill/>
              </v:shape>
            </v:group>
            <v:group style="position:absolute;left:1440;top:3518;width:9360;height:245" coordorigin="1440,3518" coordsize="9360,245">
              <v:shape style="position:absolute;left:1440;top:3518;width:9360;height:245" coordorigin="1440,3518" coordsize="9360,245" path="m1440,3763l10800,3763,10800,3518,1440,3518,1440,3763e" filled="t" fillcolor="#D9D9D9" stroked="f">
                <v:path arrowok="t"/>
                <v:fill/>
              </v:shape>
            </v:group>
            <v:group style="position:absolute;left:1440;top:3763;width:9360;height:245" coordorigin="1440,3763" coordsize="9360,245">
              <v:shape style="position:absolute;left:1440;top:3763;width:9360;height:245" coordorigin="1440,3763" coordsize="9360,245" path="m1440,4008l10800,4008,10800,3763,1440,3763,1440,4008e" filled="t" fillcolor="#D9D9D9" stroked="f">
                <v:path arrowok="t"/>
                <v:fill/>
              </v:shape>
            </v:group>
            <v:group style="position:absolute;left:1440;top:4008;width:9360;height:240" coordorigin="1440,4008" coordsize="9360,240">
              <v:shape style="position:absolute;left:1440;top:4008;width:9360;height:240" coordorigin="1440,4008" coordsize="9360,240" path="m1440,4248l10800,4248,10800,4008,1440,4008,1440,4248e" filled="t" fillcolor="#D9D9D9" stroked="f">
                <v:path arrowok="t"/>
                <v:fill/>
              </v:shape>
            </v:group>
            <v:group style="position:absolute;left:1440;top:4248;width:9360;height:269" coordorigin="1440,4248" coordsize="9360,269">
              <v:shape style="position:absolute;left:1440;top:4248;width:9360;height:269" coordorigin="1440,4248" coordsize="9360,269" path="m1440,4517l10800,4517,10800,4248,1440,4248,1440,4517e" filled="t" fillcolor="#D9D9D9" stroked="f">
                <v:path arrowok="t"/>
                <v:fill/>
              </v:shape>
            </v:group>
            <v:group style="position:absolute;left:1440;top:4517;width:9360;height:269" coordorigin="1440,4517" coordsize="9360,269">
              <v:shape style="position:absolute;left:1440;top:4517;width:9360;height:269" coordorigin="1440,4517" coordsize="9360,269" path="m1440,4786l10800,4786,10800,4517,1440,4517,1440,4786e" filled="t" fillcolor="#D9D9D9" stroked="f">
                <v:path arrowok="t"/>
                <v:fill/>
              </v:shape>
            </v:group>
            <v:group style="position:absolute;left:1440;top:4786;width:9360;height:269" coordorigin="1440,4786" coordsize="9360,269">
              <v:shape style="position:absolute;left:1440;top:4786;width:9360;height:269" coordorigin="1440,4786" coordsize="9360,269" path="m1440,5054l10800,5054,10800,4786,1440,4786,1440,5054e" filled="t" fillcolor="#D9D9D9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0.540009pt;margin-top:345.580017pt;width:109.96pt;height:24.03999pt;mso-position-horizontal-relative:page;mso-position-vertical-relative:page;z-index:-1205" coordorigin="8611,6912" coordsize="2199,481">
            <v:group style="position:absolute;left:8621;top:6922;width:2179;height:230" coordorigin="8621,6922" coordsize="2179,230">
              <v:shape style="position:absolute;left:8621;top:6922;width:2179;height:230" coordorigin="8621,6922" coordsize="2179,230" path="m8621,7152l10800,7152,10800,6922,8621,6922,8621,7152e" filled="t" fillcolor="#99CC00" stroked="f">
                <v:path arrowok="t"/>
                <v:fill/>
              </v:shape>
            </v:group>
            <v:group style="position:absolute;left:8621;top:7152;width:2179;height:230" coordorigin="8621,7152" coordsize="2179,230">
              <v:shape style="position:absolute;left:8621;top:7152;width:2179;height:230" coordorigin="8621,7152" coordsize="2179,230" path="m8621,7382l10800,7382,10800,7152,8621,7152,8621,7382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3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21"/>
                <w:szCs w:val="21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tti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9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Ill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0.540009pt;margin-top:-59.791115pt;width:109.96pt;height:23.8pt;mso-position-horizontal-relative:page;mso-position-vertical-relative:paragraph;z-index:-1204" coordorigin="8611,-1196" coordsize="2199,476">
            <v:group style="position:absolute;left:8621;top:-1186;width:2179;height:230" coordorigin="8621,-1186" coordsize="2179,230">
              <v:shape style="position:absolute;left:8621;top:-1186;width:2179;height:230" coordorigin="8621,-1186" coordsize="2179,230" path="m8621,-955l10800,-955,10800,-1186,8621,-1186,8621,-955e" filled="t" fillcolor="#99CC00" stroked="f">
                <v:path arrowok="t"/>
                <v:fill/>
              </v:shape>
            </v:group>
            <v:group style="position:absolute;left:8621;top:-955;width:2179;height:226" coordorigin="8621,-955" coordsize="2179,226">
              <v:shape style="position:absolute;left:8621;top:-955;width:2179;height:226" coordorigin="8621,-955" coordsize="2179,226" path="m8621,-730l10800,-730,10800,-955,8621,-955,8621,-730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940" w:right="465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220" w:right="1220"/>
          <w:headerReference w:type="default" r:id="rId12"/>
          <w:pgSz w:w="12240" w:h="15840"/>
        </w:sectPr>
      </w:pPr>
      <w:rPr/>
    </w:p>
    <w:p>
      <w:pPr>
        <w:spacing w:before="44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8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9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8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2"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6" w:lineRule="auto"/>
        <w:ind w:left="820" w:right="294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chap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89" w:lineRule="auto"/>
        <w:ind w:left="820" w:right="30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ift.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0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8" w:lineRule="auto"/>
        <w:ind w:left="820" w:right="10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1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.</w:t>
      </w:r>
      <w:r>
        <w:rPr>
          <w:rFonts w:ascii="Arial" w:hAnsi="Arial" w:cs="Arial" w:eastAsia="Arial"/>
          <w:sz w:val="21"/>
          <w:szCs w:val="21"/>
          <w:spacing w:val="8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6" w:lineRule="auto"/>
        <w:ind w:left="820" w:right="33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say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eve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iffi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86" w:lineRule="auto"/>
        <w:ind w:left="820" w:right="256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ill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91" w:lineRule="auto"/>
        <w:ind w:left="820" w:right="19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Lesso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6" w:lineRule="auto"/>
        <w:ind w:left="820" w:right="5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ift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91" w:lineRule="auto"/>
        <w:ind w:left="820" w:right="31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900" w:left="1340" w:right="1440"/>
          <w:pgSz w:w="12240" w:h="15840"/>
        </w:sectPr>
      </w:pPr>
      <w:rPr/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940" w:right="268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ound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94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9" w:lineRule="auto"/>
        <w:ind w:left="940" w:right="527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about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ift.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84" w:right="3560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ity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98.998878pt;width:469pt;height:76.84pt;mso-position-horizontal-relative:page;mso-position-vertical-relative:paragraph;z-index:-1203" coordorigin="1430,1980" coordsize="9380,1537">
            <v:group style="position:absolute;left:1440;top:1990;width:9360;height:254" coordorigin="1440,1990" coordsize="9360,254">
              <v:shape style="position:absolute;left:1440;top:1990;width:9360;height:254" coordorigin="1440,1990" coordsize="9360,254" path="m1440,2244l10800,2244,10800,1990,1440,1990,1440,2244e" filled="t" fillcolor="#D9D9D9" stroked="f">
                <v:path arrowok="t"/>
                <v:fill/>
              </v:shape>
            </v:group>
            <v:group style="position:absolute;left:1440;top:2244;width:9360;height:245" coordorigin="1440,2244" coordsize="9360,245">
              <v:shape style="position:absolute;left:1440;top:2244;width:9360;height:245" coordorigin="1440,2244" coordsize="9360,245" path="m1440,2489l10800,2489,10800,2244,1440,2244,1440,2489e" filled="t" fillcolor="#D9D9D9" stroked="f">
                <v:path arrowok="t"/>
                <v:fill/>
              </v:shape>
            </v:group>
            <v:group style="position:absolute;left:1440;top:2489;width:9360;height:245" coordorigin="1440,2489" coordsize="9360,245">
              <v:shape style="position:absolute;left:1440;top:2489;width:9360;height:245" coordorigin="1440,2489" coordsize="9360,245" path="m1440,2734l10800,2734,10800,2489,1440,2489,1440,2734e" filled="t" fillcolor="#D9D9D9" stroked="f">
                <v:path arrowok="t"/>
                <v:fill/>
              </v:shape>
            </v:group>
            <v:group style="position:absolute;left:1440;top:2734;width:9360;height:240" coordorigin="1440,2734" coordsize="9360,240">
              <v:shape style="position:absolute;left:1440;top:2734;width:9360;height:240" coordorigin="1440,2734" coordsize="9360,240" path="m1440,2974l10800,2974,10800,2734,1440,2734,1440,2974e" filled="t" fillcolor="#D9D9D9" stroked="f">
                <v:path arrowok="t"/>
                <v:fill/>
              </v:shape>
            </v:group>
            <v:group style="position:absolute;left:1440;top:2974;width:9360;height:269" coordorigin="1440,2974" coordsize="9360,269">
              <v:shape style="position:absolute;left:1440;top:2974;width:9360;height:269" coordorigin="1440,2974" coordsize="9360,269" path="m1440,3243l10800,3243,10800,2974,1440,2974,1440,3243e" filled="t" fillcolor="#D9D9D9" stroked="f">
                <v:path arrowok="t"/>
                <v:fill/>
              </v:shape>
            </v:group>
            <v:group style="position:absolute;left:1440;top:3243;width:9360;height:264" coordorigin="1440,3243" coordsize="9360,264">
              <v:shape style="position:absolute;left:1440;top:3243;width:9360;height:264" coordorigin="1440,3243" coordsize="9360,264" path="m1440,3507l10800,3507,10800,3243,1440,3243,1440,3507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4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526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tti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1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20" w:footer="1692" w:top="2940" w:bottom="1880" w:left="1220" w:right="1220"/>
          <w:headerReference w:type="default" r:id="rId13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/>
        <w:pict>
          <v:group style="position:absolute;margin-left:430.540009pt;margin-top:120.459999pt;width:109.96pt;height:24.04pt;mso-position-horizontal-relative:page;mso-position-vertical-relative:page;z-index:-1202" coordorigin="8611,2409" coordsize="2199,481">
            <v:group style="position:absolute;left:8621;top:2419;width:2179;height:230" coordorigin="8621,2419" coordsize="2179,230">
              <v:shape style="position:absolute;left:8621;top:2419;width:2179;height:230" coordorigin="8621,2419" coordsize="2179,230" path="m8621,2650l10800,2650,10800,2419,8621,2419,8621,2650e" filled="t" fillcolor="#99CC00" stroked="f">
                <v:path arrowok="t"/>
                <v:fill/>
              </v:shape>
            </v:group>
            <v:group style="position:absolute;left:8621;top:2650;width:2179;height:230" coordorigin="8621,2650" coordsize="2179,230">
              <v:shape style="position:absolute;left:8621;top:2650;width:2179;height:230" coordorigin="8621,2650" coordsize="2179,230" path="m8621,2880l10800,2880,10800,2650,8621,2650,8621,2880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9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39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39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94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ity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5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8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8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6" w:lineRule="auto"/>
        <w:ind w:left="940" w:right="222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ood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238" w:lineRule="exact"/>
        <w:ind w:left="94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position w:val="-1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1"/>
          <w:szCs w:val="21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3"/>
          <w:w w:val="100"/>
          <w:position w:val="-1"/>
        </w:rPr>
        <w:t> </w:t>
      </w:r>
      <w:hyperlink r:id="rId15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ny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  <w:position w:val="-1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  <w:position w:val="-1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  <w:position w:val="-1"/>
          </w:rPr>
          <w:t>4n9d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  <w:u w:val="single" w:color="0000FF"/>
            <w:position w:val="-1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  <w:position w:val="-1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  <w:position w:val="0"/>
          </w:rPr>
        </w:r>
      </w:hyperlink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94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940" w:right="538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880" w:left="1220" w:right="1220"/>
          <w:headerReference w:type="default" r:id="rId14"/>
          <w:pgSz w:w="12240" w:h="15840"/>
        </w:sectPr>
      </w:pPr>
      <w:rPr/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89" w:lineRule="auto"/>
        <w:ind w:left="100" w:right="5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“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cop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ave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ends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ab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esco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11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eso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rc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Q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89" w:lineRule="auto"/>
        <w:ind w:left="100" w:right="53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don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’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eve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happene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unsuc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son?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8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9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sour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0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8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940" w:bottom="1880" w:left="1340" w:right="1400"/>
          <w:pgSz w:w="12240" w:h="15840"/>
        </w:sectPr>
      </w:pPr>
      <w:rPr/>
    </w:p>
    <w:p>
      <w:pPr>
        <w:spacing w:before="44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5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304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7" w:lineRule="auto"/>
              <w:ind w:left="825" w:right="599" w:firstLine="-360"/>
              <w:jc w:val="left"/>
              <w:tabs>
                <w:tab w:pos="88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sec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ns.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riti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7" w:lineRule="auto"/>
              <w:ind w:left="825" w:right="1177" w:firstLine="-36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0" w:after="0" w:line="248" w:lineRule="auto"/>
              <w:ind w:left="825" w:right="1290" w:firstLine="-36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iti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q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9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spec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vocabu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eade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abou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174" w:firstLine="56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ana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esea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and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-185.071136pt;width:469pt;height:115.72pt;mso-position-horizontal-relative:page;mso-position-vertical-relative:paragraph;z-index:-1201" coordorigin="1430,-3701" coordsize="9380,2314">
            <v:group style="position:absolute;left:1440;top:-3691;width:9360;height:254" coordorigin="1440,-3691" coordsize="9360,254">
              <v:shape style="position:absolute;left:1440;top:-3691;width:9360;height:254" coordorigin="1440,-3691" coordsize="9360,254" path="m1440,-3437l10800,-3437,10800,-3691,1440,-3691,1440,-3437e" filled="t" fillcolor="#D9D9D9" stroked="f">
                <v:path arrowok="t"/>
                <v:fill/>
              </v:shape>
            </v:group>
            <v:group style="position:absolute;left:1440;top:-3437;width:9360;height:264" coordorigin="1440,-3437" coordsize="9360,264">
              <v:shape style="position:absolute;left:1440;top:-3437;width:9360;height:264" coordorigin="1440,-3437" coordsize="9360,264" path="m1440,-3173l10800,-3173,10800,-3437,1440,-3437,1440,-3173e" filled="t" fillcolor="#D9D9D9" stroked="f">
                <v:path arrowok="t"/>
                <v:fill/>
              </v:shape>
            </v:group>
            <v:group style="position:absolute;left:1440;top:-3173;width:9360;height:230" coordorigin="1440,-3173" coordsize="9360,230">
              <v:shape style="position:absolute;left:1440;top:-3173;width:9360;height:230" coordorigin="1440,-3173" coordsize="9360,230" path="m1440,-2943l10800,-2943,10800,-3173,1440,-3173,1440,-2943e" filled="t" fillcolor="#D9D9D9" stroked="f">
                <v:path arrowok="t"/>
                <v:fill/>
              </v:shape>
            </v:group>
            <v:group style="position:absolute;left:1440;top:-2943;width:9360;height:264" coordorigin="1440,-2943" coordsize="9360,264">
              <v:shape style="position:absolute;left:1440;top:-2943;width:9360;height:264" coordorigin="1440,-2943" coordsize="9360,264" path="m1440,-2679l10800,-2679,10800,-2943,1440,-2943,1440,-2679e" filled="t" fillcolor="#D9D9D9" stroked="f">
                <v:path arrowok="t"/>
                <v:fill/>
              </v:shape>
            </v:group>
            <v:group style="position:absolute;left:1440;top:-2679;width:9360;height:264" coordorigin="1440,-2679" coordsize="9360,264">
              <v:shape style="position:absolute;left:1440;top:-2679;width:9360;height:264" coordorigin="1440,-2679" coordsize="9360,264" path="m1440,-2415l10800,-2415,10800,-2679,1440,-2679,1440,-2415e" filled="t" fillcolor="#D9D9D9" stroked="f">
                <v:path arrowok="t"/>
                <v:fill/>
              </v:shape>
            </v:group>
            <v:group style="position:absolute;left:1440;top:-2415;width:9360;height:230" coordorigin="1440,-2415" coordsize="9360,230">
              <v:shape style="position:absolute;left:1440;top:-2415;width:9360;height:230" coordorigin="1440,-2415" coordsize="9360,230" path="m1440,-2184l10800,-2184,10800,-2415,1440,-2415,1440,-2184e" filled="t" fillcolor="#D9D9D9" stroked="f">
                <v:path arrowok="t"/>
                <v:fill/>
              </v:shape>
            </v:group>
            <v:group style="position:absolute;left:1440;top:-2184;width:9360;height:264" coordorigin="1440,-2184" coordsize="9360,264">
              <v:shape style="position:absolute;left:1440;top:-2184;width:9360;height:264" coordorigin="1440,-2184" coordsize="9360,264" path="m1440,-1920l10800,-1920,10800,-2184,1440,-2184,1440,-1920e" filled="t" fillcolor="#D9D9D9" stroked="f">
                <v:path arrowok="t"/>
                <v:fill/>
              </v:shape>
            </v:group>
            <v:group style="position:absolute;left:1440;top:-1920;width:9360;height:254" coordorigin="1440,-1920" coordsize="9360,254">
              <v:shape style="position:absolute;left:1440;top:-1920;width:9360;height:254" coordorigin="1440,-1920" coordsize="9360,254" path="m1440,-1666l10800,-1666,10800,-1920,1440,-1920,1440,-1666e" filled="t" fillcolor="#D9D9D9" stroked="f">
                <v:path arrowok="t"/>
                <v:fill/>
              </v:shape>
            </v:group>
            <v:group style="position:absolute;left:1440;top:-1666;width:9360;height:269" coordorigin="1440,-1666" coordsize="9360,269">
              <v:shape style="position:absolute;left:1440;top:-1666;width:9360;height:269" coordorigin="1440,-1666" coordsize="9360,269" path="m1440,-1397l10800,-1397,10800,-1666,1440,-1666,1440,-1397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om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  <w:u w:val="single" w:color="000000"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u w:val="single" w:color="000000"/>
          <w:position w:val="-1"/>
        </w:rPr>
        <w:t>boo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u w:val="single" w:color="000000"/>
          <w:position w:val="-1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u w:val="single" w:color="000000"/>
          <w:position w:val="-1"/>
        </w:rPr>
        <w:t>h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rev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1"/>
          <w:szCs w:val="21"/>
          <w:spacing w:val="2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position w:val="-1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position w:val="-1"/>
        </w:rPr>
        <w:t>reso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  <w:position w:val="-1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position w:val="-1"/>
        </w:rPr>
        <w:t>rces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9" w:lineRule="auto"/>
        <w:ind w:left="220" w:right="173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2" w:top="2360" w:bottom="1880" w:left="1220" w:right="1220"/>
          <w:headerReference w:type="default" r:id="rId16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6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056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lti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5SL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Bo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Ru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3" w:after="0" w:line="582" w:lineRule="auto"/>
        <w:ind w:left="220" w:right="1591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-134.741119pt;width:469pt;height:53.32pt;mso-position-horizontal-relative:page;mso-position-vertical-relative:paragraph;z-index:-1200" coordorigin="1430,-2695" coordsize="9380,1066">
            <v:group style="position:absolute;left:1440;top:-2685;width:9360;height:254" coordorigin="1440,-2685" coordsize="9360,254">
              <v:shape style="position:absolute;left:1440;top:-2685;width:9360;height:254" coordorigin="1440,-2685" coordsize="9360,254" path="m1440,-2430l10800,-2430,10800,-2685,1440,-2685,1440,-2430e" filled="t" fillcolor="#D9D9D9" stroked="f">
                <v:path arrowok="t"/>
                <v:fill/>
              </v:shape>
            </v:group>
            <v:group style="position:absolute;left:1440;top:-2430;width:9360;height:264" coordorigin="1440,-2430" coordsize="9360,264">
              <v:shape style="position:absolute;left:1440;top:-2430;width:9360;height:264" coordorigin="1440,-2430" coordsize="9360,264" path="m1440,-2166l10800,-2166,10800,-2430,1440,-2430,1440,-2166e" filled="t" fillcolor="#D9D9D9" stroked="f">
                <v:path arrowok="t"/>
                <v:fill/>
              </v:shape>
            </v:group>
            <v:group style="position:absolute;left:1440;top:-2166;width:9360;height:264" coordorigin="1440,-2166" coordsize="9360,264">
              <v:shape style="position:absolute;left:1440;top:-2166;width:9360;height:264" coordorigin="1440,-2166" coordsize="9360,264" path="m1440,-1902l10800,-1902,10800,-2166,1440,-2166,1440,-1902e" filled="t" fillcolor="#D9D9D9" stroked="f">
                <v:path arrowok="t"/>
                <v:fill/>
              </v:shape>
            </v:group>
            <v:group style="position:absolute;left:1440;top:-1902;width:9360;height:264" coordorigin="1440,-1902" coordsize="9360,264">
              <v:shape style="position:absolute;left:1440;top:-1902;width:9360;height:264" coordorigin="1440,-1902" coordsize="9360,264" path="m1440,-1638l10800,-1638,10800,-1902,1440,-1902,1440,-1638e" filled="t" fillcolor="#D9D9D9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0.540009pt;margin-top:-46.901127pt;width:109.96pt;height:46.84pt;mso-position-horizontal-relative:page;mso-position-vertical-relative:paragraph;z-index:-1199" coordorigin="8611,-938" coordsize="2199,937">
            <v:group style="position:absolute;left:8621;top:-928;width:2179;height:230" coordorigin="8621,-928" coordsize="2179,230">
              <v:shape style="position:absolute;left:8621;top:-928;width:2179;height:230" coordorigin="8621,-928" coordsize="2179,230" path="m8621,-698l10800,-698,10800,-928,8621,-928,8621,-698e" filled="t" fillcolor="#99CC00" stroked="f">
                <v:path arrowok="t"/>
                <v:fill/>
              </v:shape>
            </v:group>
            <v:group style="position:absolute;left:8621;top:-698;width:2179;height:230" coordorigin="8621,-698" coordsize="2179,230">
              <v:shape style="position:absolute;left:8621;top:-698;width:2179;height:230" coordorigin="8621,-698" coordsize="2179,230" path="m8621,-467l10800,-467,10800,-698,8621,-698,8621,-467e" filled="t" fillcolor="#99CC00" stroked="f">
                <v:path arrowok="t"/>
                <v:fill/>
              </v:shape>
            </v:group>
            <v:group style="position:absolute;left:8621;top:-467;width:2179;height:226" coordorigin="8621,-467" coordsize="2179,226">
              <v:shape style="position:absolute;left:8621;top:-467;width:2179;height:226" coordorigin="8621,-467" coordsize="2179,226" path="m8621,-242l10800,-242,10800,-467,8621,-467,8621,-242e" filled="t" fillcolor="#99CC00" stroked="f">
                <v:path arrowok="t"/>
                <v:fill/>
              </v:shape>
            </v:group>
            <v:group style="position:absolute;left:8621;top:-242;width:2179;height:230" coordorigin="8621,-242" coordsize="2179,230">
              <v:shape style="position:absolute;left:8621;top:-242;width:2179;height:230" coordorigin="8621,-242" coordsize="2179,230" path="m8621,-11l10800,-11,10800,-242,8621,-242,8621,-11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***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pre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7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*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*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*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esso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940" w:right="401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3"/>
          <w:w w:val="100"/>
        </w:rPr>
        <w:t> </w:t>
      </w:r>
      <w:hyperlink r:id="rId18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ny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u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f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9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  <w:u w:val="single" w:color="0000FF"/>
          </w:rPr>
          <w:t>d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</w:rPr>
          <w:t> </w:t>
        </w:r>
        <w:r>
          <w:rPr>
            <w:rFonts w:ascii="Arial" w:hAnsi="Arial" w:cs="Arial" w:eastAsia="Arial"/>
            <w:sz w:val="21"/>
            <w:szCs w:val="21"/>
            <w:color w:val="0000FF"/>
            <w:spacing w:val="6"/>
            <w:w w:val="100"/>
          </w:rPr>
          <w:t> </w:t>
        </w:r>
      </w:hyperlink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Th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9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8" w:after="0" w:line="291" w:lineRule="auto"/>
        <w:ind w:left="940" w:right="450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boo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and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8" w:lineRule="auto"/>
        <w:ind w:left="940" w:right="379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hoos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To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onde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and.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6" w:lineRule="auto"/>
        <w:ind w:left="940" w:right="184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240" w:lineRule="auto"/>
        <w:ind w:left="904" w:right="6580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eek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941" w:right="3921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---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EN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jc w:val="center"/>
        <w:spacing w:after="0"/>
        <w:sectPr>
          <w:pgMar w:header="720" w:footer="1692" w:top="2360" w:bottom="1900" w:left="1220" w:right="1220"/>
          <w:headerReference w:type="default" r:id="rId17"/>
          <w:pgSz w:w="12240" w:h="15840"/>
        </w:sectPr>
      </w:pPr>
      <w:rPr/>
    </w:p>
    <w:p>
      <w:pPr>
        <w:spacing w:before="35" w:after="0" w:line="240" w:lineRule="auto"/>
        <w:ind w:left="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mma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(Per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rma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ce-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ase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9" w:lineRule="auto"/>
        <w:ind w:left="220" w:right="173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su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tera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rces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0"/>
          <w:w w:val="102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P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Jus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71" w:lineRule="exact"/>
        <w:ind w:left="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Resources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259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A.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B.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C.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D.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E.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3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Q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428" w:right="28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F.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H.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28" w:right="35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28" w:right="296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J.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K.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28" w:right="284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M.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ity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N.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P.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Q.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28" w:right="283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0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46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U.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856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0"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----------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UN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RE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OURCE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CA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OUN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C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)----------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sectPr>
      <w:pgMar w:footer="1604" w:header="720" w:top="2360" w:bottom="1800" w:left="1220" w:right="1220"/>
      <w:footerReference w:type="default" r:id="rId19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208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06" w:right="885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-4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200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06" w:right="885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14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9" type="#_x0000_t75">
          <v:imagedata r:id="rId1" o:title="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7" type="#_x0000_t75">
          <v:imagedata r:id="rId1" o:title="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6" type="#_x0000_t75">
          <v:imagedata r:id="rId1" o:title="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pt;margin-top:120.808601pt;width:415.823105pt;height:27.2pt;mso-position-horizontal-relative:page;mso-position-vertical-relative:page;z-index:-1204" type="#_x0000_t202" filled="f" stroked="f">
          <v:textbox inset="0,0,0,0">
            <w:txbxContent>
              <w:p>
                <w:pPr>
                  <w:spacing w:before="0" w:after="0" w:line="240" w:lineRule="exact"/>
                  <w:ind w:left="20" w:right="-52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v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3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(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)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3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v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3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3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3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2"/>
                  </w:rPr>
                  <w:t>r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c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2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v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6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  <w:t>g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2"/>
                  </w:rPr>
                  <w:t>i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2"/>
                  </w:rPr>
                  <w:t>f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1"/>
                    <w:w w:val="102"/>
                  </w:rPr>
                  <w:t>t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t>.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3" type="#_x0000_t75">
          <v:imagedata r:id="rId1" o:title=""/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2" type="#_x0000_t75">
          <v:imagedata r:id="rId1" o:title=""/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201" type="#_x0000_t75">
          <v:imagedata r:id="rId1" o:title="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hyperlink" Target="http://www.scholastic.com/teachers/contributor/norton-juster" TargetMode="External"/><Relationship Id="rId11" Type="http://schemas.openxmlformats.org/officeDocument/2006/relationships/hyperlink" Target="http://tinyurl.com/ladhrpj" TargetMode="Externa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hyperlink" Target="http://tinyurl.com/m4n9dtw" TargetMode="External"/><Relationship Id="rId16" Type="http://schemas.openxmlformats.org/officeDocument/2006/relationships/header" Target="header6.xml"/><Relationship Id="rId17" Type="http://schemas.openxmlformats.org/officeDocument/2006/relationships/header" Target="header7.xml"/><Relationship Id="rId18" Type="http://schemas.openxmlformats.org/officeDocument/2006/relationships/hyperlink" Target="http://tinyurl.com/lfv9rgd" TargetMode="External"/><Relationship Id="rId19" Type="http://schemas.openxmlformats.org/officeDocument/2006/relationships/footer" Target="footer2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2014-03-03T09:46:49Z</dcterms:created>
  <dcterms:modified xsi:type="dcterms:W3CDTF">2014-03-03T09:46:49Z</dcterms:modified>
</cp:coreProperties>
</file>